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E48F" w14:textId="77777777" w:rsidR="00597EFD" w:rsidRPr="002D5A37" w:rsidRDefault="00597EFD" w:rsidP="00597EFD">
      <w:pPr>
        <w:rPr>
          <w:rFonts w:ascii="Calibri" w:hAnsi="Calibri" w:cs="Calibri"/>
        </w:rPr>
      </w:pPr>
      <w:r w:rsidRPr="002D5A37">
        <w:rPr>
          <w:rFonts w:ascii="Calibri" w:hAnsi="Calibri" w:cs="Calibri"/>
        </w:rPr>
        <w:t>Załącznik nr 3</w:t>
      </w:r>
    </w:p>
    <w:p w14:paraId="775B156B" w14:textId="77777777" w:rsidR="00597EFD" w:rsidRPr="002D5A37" w:rsidRDefault="00597EFD" w:rsidP="00597EFD">
      <w:pPr>
        <w:rPr>
          <w:rFonts w:ascii="Calibri" w:hAnsi="Calibri" w:cs="Calibri"/>
        </w:rPr>
      </w:pPr>
      <w:r w:rsidRPr="002D5A37">
        <w:rPr>
          <w:rFonts w:ascii="Calibri" w:hAnsi="Calibri" w:cs="Calibri"/>
        </w:rPr>
        <w:t>Harmonogram realizacji i</w:t>
      </w:r>
      <w:r w:rsidR="00530B68" w:rsidRPr="002D5A37">
        <w:rPr>
          <w:rFonts w:ascii="Calibri" w:hAnsi="Calibri" w:cs="Calibri"/>
        </w:rPr>
        <w:t>nwestycji</w:t>
      </w:r>
    </w:p>
    <w:tbl>
      <w:tblPr>
        <w:tblW w:w="9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88"/>
        <w:gridCol w:w="681"/>
        <w:gridCol w:w="637"/>
        <w:gridCol w:w="638"/>
        <w:gridCol w:w="709"/>
        <w:gridCol w:w="1385"/>
        <w:gridCol w:w="1385"/>
      </w:tblGrid>
      <w:tr w:rsidR="00597EFD" w:rsidRPr="00522A86" w14:paraId="5E42F1D1" w14:textId="77777777" w:rsidTr="008061FB">
        <w:trPr>
          <w:cantSplit/>
          <w:trHeight w:hRule="exact" w:val="80"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1A80C" w14:textId="77777777" w:rsidR="00597EFD" w:rsidRPr="00801D92" w:rsidRDefault="00597EFD" w:rsidP="008061F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8D010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  <w:br/>
            </w:r>
            <w:r w:rsidRPr="00801D92"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  <w:br/>
            </w:r>
          </w:p>
        </w:tc>
      </w:tr>
      <w:tr w:rsidR="00597EFD" w:rsidRPr="00522A86" w14:paraId="354BA74D" w14:textId="77777777" w:rsidTr="004A0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7"/>
        </w:trPr>
        <w:tc>
          <w:tcPr>
            <w:tcW w:w="3714" w:type="dxa"/>
            <w:gridSpan w:val="2"/>
            <w:vAlign w:val="bottom"/>
          </w:tcPr>
          <w:p w14:paraId="4943D05E" w14:textId="77777777" w:rsidR="00597EFD" w:rsidRPr="00801D92" w:rsidRDefault="00597EFD" w:rsidP="008061FB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(pieczęć wykonawcy)</w:t>
            </w: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9D8023" w14:textId="77777777" w:rsidR="00597EFD" w:rsidRPr="00801D92" w:rsidRDefault="00597EFD" w:rsidP="008061FB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3A499E53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522A86" w14:paraId="17FA1A15" w14:textId="77777777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426" w:type="dxa"/>
            <w:vMerge w:val="restart"/>
            <w:vAlign w:val="center"/>
          </w:tcPr>
          <w:p w14:paraId="325E03F3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5BCA45FC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Element sieci elektroenergetycznej</w:t>
            </w:r>
          </w:p>
        </w:tc>
        <w:tc>
          <w:tcPr>
            <w:tcW w:w="1275" w:type="dxa"/>
            <w:gridSpan w:val="2"/>
            <w:vAlign w:val="center"/>
          </w:tcPr>
          <w:p w14:paraId="79EBC409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Przewidywany miesiąc realizacji  </w:t>
            </w:r>
            <w:r w:rsidRPr="00801D92">
              <w:rPr>
                <w:rFonts w:ascii="Calibri" w:hAnsi="Calibri" w:cs="Calibri"/>
                <w:bCs/>
                <w:sz w:val="18"/>
                <w:szCs w:val="18"/>
              </w:rPr>
              <w:t>[%]</w:t>
            </w:r>
          </w:p>
        </w:tc>
        <w:tc>
          <w:tcPr>
            <w:tcW w:w="3479" w:type="dxa"/>
            <w:gridSpan w:val="3"/>
            <w:vAlign w:val="center"/>
          </w:tcPr>
          <w:p w14:paraId="64CC9842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Nakłady finansowe </w:t>
            </w: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[PLN]</w:t>
            </w:r>
          </w:p>
        </w:tc>
      </w:tr>
      <w:tr w:rsidR="00597EFD" w:rsidRPr="00522A86" w14:paraId="06586DED" w14:textId="77777777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26" w:type="dxa"/>
            <w:vMerge/>
            <w:vAlign w:val="center"/>
          </w:tcPr>
          <w:p w14:paraId="70C76600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14:paraId="2CA10E0E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39A4F2E6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4"/>
                <w:szCs w:val="18"/>
              </w:rPr>
              <w:t>...202</w:t>
            </w:r>
            <w:r w:rsidR="004E3AF7" w:rsidRPr="00801D92">
              <w:rPr>
                <w:rFonts w:ascii="Calibri" w:hAnsi="Calibri" w:cs="Calibri"/>
                <w:sz w:val="14"/>
                <w:szCs w:val="18"/>
              </w:rPr>
              <w:t>5</w:t>
            </w:r>
          </w:p>
        </w:tc>
        <w:tc>
          <w:tcPr>
            <w:tcW w:w="638" w:type="dxa"/>
            <w:vAlign w:val="center"/>
          </w:tcPr>
          <w:p w14:paraId="080723CC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Cs/>
                <w:sz w:val="14"/>
                <w:szCs w:val="18"/>
              </w:rPr>
              <w:t>…202</w:t>
            </w:r>
            <w:r w:rsidR="004E3AF7" w:rsidRPr="00801D92">
              <w:rPr>
                <w:rFonts w:ascii="Calibri" w:hAnsi="Calibri" w:cs="Calibri"/>
                <w:bCs/>
                <w:sz w:val="14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14F4EC1B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1385" w:type="dxa"/>
            <w:vAlign w:val="center"/>
          </w:tcPr>
          <w:p w14:paraId="1312749E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385" w:type="dxa"/>
            <w:vAlign w:val="center"/>
          </w:tcPr>
          <w:p w14:paraId="46109CB4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</w:p>
        </w:tc>
      </w:tr>
      <w:tr w:rsidR="00597EFD" w:rsidRPr="00166DF0" w14:paraId="6A029F1F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C9FC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7475" w14:textId="77777777" w:rsidR="00597EFD" w:rsidRPr="00801D92" w:rsidRDefault="00597EFD" w:rsidP="002F4C45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70EA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94A0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B33D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0167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A8E2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0AF7C8E4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4ADF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01FC" w14:textId="77777777" w:rsidR="00597EFD" w:rsidRPr="00801D92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0A7F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894B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F64F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1C79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3DC1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1B6B68E4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9A03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44FD" w14:textId="77777777" w:rsidR="00597EFD" w:rsidRPr="00801D92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7BA6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4BB3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4F0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DCE5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11A2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263BF782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C208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6028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1AA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6D27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3533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E308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8D56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7F2CEE31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F2D7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2049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65DC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4DB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29D2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22F9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8173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7704B6C7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D0B3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4975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CCAC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9AAE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E7E4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F822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162E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0E44F2D3" w14:textId="77777777" w:rsidTr="00C91A72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E8DB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D714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29C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9B4A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3FF3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0D7D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67CD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B4277" w:rsidRPr="00166DF0" w14:paraId="3EA0D1C7" w14:textId="77777777" w:rsidTr="00AF7830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7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49D8" w14:textId="77777777" w:rsidR="000B4277" w:rsidRPr="00801D92" w:rsidRDefault="000B4277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97FF" w14:textId="77777777" w:rsidR="000B4277" w:rsidRPr="00801D92" w:rsidRDefault="000B4277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A9C855A" w14:textId="77777777" w:rsidR="00597EFD" w:rsidRPr="00801D92" w:rsidRDefault="00597EFD" w:rsidP="00597EFD">
      <w:pPr>
        <w:rPr>
          <w:rFonts w:ascii="Calibri" w:hAnsi="Calibri" w:cs="Calibri"/>
          <w:sz w:val="18"/>
          <w:szCs w:val="18"/>
        </w:rPr>
      </w:pPr>
    </w:p>
    <w:p w14:paraId="21B4A12B" w14:textId="77777777" w:rsidR="00E97163" w:rsidRPr="00801D92" w:rsidRDefault="00E97163" w:rsidP="00597EFD">
      <w:pPr>
        <w:rPr>
          <w:rFonts w:ascii="Calibri" w:hAnsi="Calibri" w:cs="Calibri"/>
          <w:sz w:val="18"/>
          <w:szCs w:val="18"/>
        </w:rPr>
      </w:pPr>
    </w:p>
    <w:p w14:paraId="2997AF70" w14:textId="77777777" w:rsidR="00E97163" w:rsidRPr="00801D92" w:rsidRDefault="00E97163" w:rsidP="00597EFD">
      <w:pPr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564"/>
        <w:gridCol w:w="1038"/>
        <w:gridCol w:w="3195"/>
        <w:gridCol w:w="233"/>
      </w:tblGrid>
      <w:tr w:rsidR="00597EFD" w:rsidRPr="00522A86" w14:paraId="26C0C82F" w14:textId="77777777" w:rsidTr="004A03C3">
        <w:trPr>
          <w:gridAfter w:val="1"/>
          <w:wAfter w:w="234" w:type="dxa"/>
          <w:trHeight w:hRule="exact" w:val="1503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13BC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BE80B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E71B22F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ACD73CA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E780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522A86" w14:paraId="3A3E652F" w14:textId="77777777" w:rsidTr="008061FB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6CC5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59629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7F82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Pieczęć imienna i podpis przedstawiciela Wykonawcy</w:t>
            </w:r>
          </w:p>
        </w:tc>
      </w:tr>
      <w:tr w:rsidR="00597EFD" w:rsidRPr="00522A86" w14:paraId="6BEF2A96" w14:textId="77777777" w:rsidTr="008061FB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06BC9671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422C7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6E8D6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141BC52" w14:textId="77777777" w:rsidR="00597EFD" w:rsidRPr="00801D92" w:rsidRDefault="00597EFD" w:rsidP="00597EFD">
      <w:pPr>
        <w:rPr>
          <w:rFonts w:ascii="Calibri" w:hAnsi="Calibri" w:cs="Calibri"/>
          <w:sz w:val="18"/>
          <w:szCs w:val="18"/>
        </w:rPr>
      </w:pPr>
    </w:p>
    <w:p w14:paraId="61E26B21" w14:textId="77777777" w:rsidR="00360295" w:rsidRPr="00597EFD" w:rsidRDefault="00360295" w:rsidP="00597EFD"/>
    <w:sectPr w:rsidR="00360295" w:rsidRPr="00597EFD" w:rsidSect="008061FB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95A6" w14:textId="77777777" w:rsidR="004D4DCC" w:rsidRDefault="004D4DCC">
      <w:r>
        <w:separator/>
      </w:r>
    </w:p>
  </w:endnote>
  <w:endnote w:type="continuationSeparator" w:id="0">
    <w:p w14:paraId="1568AEE8" w14:textId="77777777" w:rsidR="004D4DCC" w:rsidRDefault="004D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8061FB" w:rsidRPr="00B81C0A" w14:paraId="6FFA7EA6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5674945F" w14:textId="77777777" w:rsidR="008061FB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516CDF12" w14:textId="77777777" w:rsidR="008061FB" w:rsidRPr="00B81C0A" w:rsidRDefault="008061FB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58B69838" w14:textId="77777777" w:rsidR="008061FB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8928F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8928F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77D98C21" w14:textId="77777777" w:rsidR="008061FB" w:rsidRDefault="008061FB">
    <w:pPr>
      <w:pStyle w:val="Stopka"/>
      <w:tabs>
        <w:tab w:val="clear" w:pos="4536"/>
        <w:tab w:val="clear" w:pos="9072"/>
      </w:tabs>
    </w:pPr>
  </w:p>
  <w:p w14:paraId="6FE1C87E" w14:textId="77777777" w:rsidR="008061FB" w:rsidRDefault="008061FB"/>
  <w:p w14:paraId="43D58960" w14:textId="77777777" w:rsidR="008061FB" w:rsidRDefault="008061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63DD7" w14:textId="77777777" w:rsidR="004D4DCC" w:rsidRDefault="004D4DCC">
      <w:r>
        <w:separator/>
      </w:r>
    </w:p>
  </w:footnote>
  <w:footnote w:type="continuationSeparator" w:id="0">
    <w:p w14:paraId="7408BDFF" w14:textId="77777777" w:rsidR="004D4DCC" w:rsidRDefault="004D4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24C7" w14:textId="77777777" w:rsidR="008061FB" w:rsidRPr="00801D92" w:rsidRDefault="004B4FAE">
    <w:pPr>
      <w:pStyle w:val="Nagwek"/>
      <w:rPr>
        <w:rFonts w:ascii="Calibri" w:hAnsi="Calibri" w:cs="Calibri"/>
      </w:rPr>
    </w:pPr>
    <w:r w:rsidRPr="00801D92">
      <w:rPr>
        <w:rFonts w:ascii="Calibri" w:hAnsi="Calibri" w:cs="Calibr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38924D2"/>
    <w:multiLevelType w:val="multilevel"/>
    <w:tmpl w:val="65C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04664474">
    <w:abstractNumId w:val="6"/>
  </w:num>
  <w:num w:numId="2" w16cid:durableId="1837333861">
    <w:abstractNumId w:val="4"/>
  </w:num>
  <w:num w:numId="3" w16cid:durableId="1595238908">
    <w:abstractNumId w:val="13"/>
  </w:num>
  <w:num w:numId="4" w16cid:durableId="935095994">
    <w:abstractNumId w:val="7"/>
  </w:num>
  <w:num w:numId="5" w16cid:durableId="631135673">
    <w:abstractNumId w:val="2"/>
  </w:num>
  <w:num w:numId="6" w16cid:durableId="991105068">
    <w:abstractNumId w:val="8"/>
  </w:num>
  <w:num w:numId="7" w16cid:durableId="167523335">
    <w:abstractNumId w:val="11"/>
  </w:num>
  <w:num w:numId="8" w16cid:durableId="968630970">
    <w:abstractNumId w:val="10"/>
  </w:num>
  <w:num w:numId="9" w16cid:durableId="2098211006">
    <w:abstractNumId w:val="9"/>
  </w:num>
  <w:num w:numId="10" w16cid:durableId="1069038975">
    <w:abstractNumId w:val="0"/>
  </w:num>
  <w:num w:numId="11" w16cid:durableId="1856650139">
    <w:abstractNumId w:val="5"/>
  </w:num>
  <w:num w:numId="12" w16cid:durableId="1489707689">
    <w:abstractNumId w:val="12"/>
  </w:num>
  <w:num w:numId="13" w16cid:durableId="1741706898">
    <w:abstractNumId w:val="3"/>
  </w:num>
  <w:num w:numId="14" w16cid:durableId="1912616983">
    <w:abstractNumId w:val="1"/>
  </w:num>
  <w:num w:numId="15" w16cid:durableId="291057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4DCC"/>
    <w:rsid w:val="00051368"/>
    <w:rsid w:val="000B4277"/>
    <w:rsid w:val="000C5616"/>
    <w:rsid w:val="00222ABE"/>
    <w:rsid w:val="00244AE7"/>
    <w:rsid w:val="00267E83"/>
    <w:rsid w:val="002A093A"/>
    <w:rsid w:val="002D5A37"/>
    <w:rsid w:val="002F4C45"/>
    <w:rsid w:val="00360295"/>
    <w:rsid w:val="003C4927"/>
    <w:rsid w:val="003F0026"/>
    <w:rsid w:val="004A03C3"/>
    <w:rsid w:val="004B4FAE"/>
    <w:rsid w:val="004D4DCC"/>
    <w:rsid w:val="004E3AF7"/>
    <w:rsid w:val="00530B68"/>
    <w:rsid w:val="00597EFD"/>
    <w:rsid w:val="005A5C3D"/>
    <w:rsid w:val="006671CB"/>
    <w:rsid w:val="006A42F8"/>
    <w:rsid w:val="00721432"/>
    <w:rsid w:val="00801D92"/>
    <w:rsid w:val="008061FB"/>
    <w:rsid w:val="008205C6"/>
    <w:rsid w:val="008928F7"/>
    <w:rsid w:val="008F364B"/>
    <w:rsid w:val="00AF7830"/>
    <w:rsid w:val="00B3756A"/>
    <w:rsid w:val="00BA7207"/>
    <w:rsid w:val="00C91A72"/>
    <w:rsid w:val="00DA1ACF"/>
    <w:rsid w:val="00E92CBE"/>
    <w:rsid w:val="00E97163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DECA"/>
  <w15:chartTrackingRefBased/>
  <w15:docId w15:val="{9E5B4F86-EF94-4CA6-A823-4E2F05BD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</w:pPr>
    <w:rPr>
      <w:rFonts w:ascii="Times New Roman" w:eastAsia="Times New Roman" w:hAnsi="Times New Roman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4_proj_um_zal_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Z04_proj_um_zal_3.dot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Z04 Projekt umowy zal nr 3 harmonogram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Z04 Projekt umowy zal nr 3 harmonogram</dc:title>
  <dc:subject/>
  <dc:creator>Becella Jakub</dc:creator>
  <cp:keywords/>
  <dc:description/>
  <cp:lastModifiedBy>Becella Jakub (EOP)</cp:lastModifiedBy>
  <cp:revision>1</cp:revision>
  <cp:lastPrinted>2024-06-27T07:22:00Z</cp:lastPrinted>
  <dcterms:created xsi:type="dcterms:W3CDTF">2025-11-26T12:03:00Z</dcterms:created>
  <dcterms:modified xsi:type="dcterms:W3CDTF">2025-11-26T12:08:00Z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2025-11-26T12:08:13Z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fdf94877-d5dd-4a28-afb4-53f858a9224e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